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2F54B3" w:rsidRPr="002F54B3">
        <w:rPr>
          <w:b/>
          <w:bCs/>
          <w:sz w:val="28"/>
          <w:szCs w:val="28"/>
        </w:rPr>
        <w:t xml:space="preserve">PRODUKTÓW LECZNICZYCH </w:t>
      </w:r>
      <w:r w:rsidR="000F187F">
        <w:rPr>
          <w:b/>
          <w:bCs/>
          <w:sz w:val="28"/>
          <w:szCs w:val="28"/>
        </w:rPr>
        <w:t>–</w:t>
      </w:r>
      <w:r w:rsidR="002F54B3" w:rsidRPr="002F54B3">
        <w:rPr>
          <w:b/>
          <w:bCs/>
          <w:sz w:val="28"/>
          <w:szCs w:val="28"/>
        </w:rPr>
        <w:t xml:space="preserve"> UZUPEŁNIENIE</w:t>
      </w:r>
    </w:p>
    <w:p w:rsidR="000F187F" w:rsidRPr="00144177" w:rsidRDefault="000F187F" w:rsidP="0014417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2F54B3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A4F1F">
        <w:t xml:space="preserve"> 2019 r. poz. 1843</w:t>
      </w:r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2F54B3" w:rsidRPr="002F54B3">
        <w:rPr>
          <w:rFonts w:asciiTheme="minorHAnsi" w:hAnsiTheme="minorHAnsi"/>
          <w:b/>
          <w:sz w:val="22"/>
        </w:rPr>
        <w:t>dostawa produktów leczniczych - uzupełnienie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1F0B18">
        <w:rPr>
          <w:sz w:val="22"/>
          <w:szCs w:val="22"/>
        </w:rPr>
        <w:t>aganiami określonymi w </w:t>
      </w:r>
      <w:r w:rsidR="005B364B" w:rsidRPr="00A50565">
        <w:rPr>
          <w:sz w:val="22"/>
          <w:szCs w:val="22"/>
        </w:rPr>
        <w:t>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43CAF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4A1F49" w:rsidRDefault="004A1F49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4A1F49" w:rsidRDefault="004A1F49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</w:rPr>
      </w:pPr>
      <w:r>
        <w:rPr>
          <w:rFonts w:eastAsia="CIDFont+F2"/>
          <w:sz w:val="22"/>
          <w:szCs w:val="22"/>
        </w:rPr>
        <w:t xml:space="preserve">  </w:t>
      </w:r>
      <w:r w:rsidRPr="004A1F49">
        <w:rPr>
          <w:rFonts w:eastAsia="CIDFont+F2"/>
        </w:rPr>
        <w:t>Oferujemy wykonanie  dostawy w terminie max. 24 h od chwili z</w:t>
      </w:r>
      <w:r w:rsidRPr="004A1F49">
        <w:rPr>
          <w:rFonts w:eastAsia="CIDFont+F2" w:hint="cs"/>
        </w:rPr>
        <w:t>ł</w:t>
      </w:r>
      <w:r w:rsidRPr="004A1F49">
        <w:rPr>
          <w:rFonts w:eastAsia="CIDFont+F2"/>
        </w:rPr>
        <w:t>o</w:t>
      </w:r>
      <w:r w:rsidRPr="004A1F49">
        <w:rPr>
          <w:rFonts w:eastAsia="CIDFont+F2" w:hint="cs"/>
        </w:rPr>
        <w:t>ż</w:t>
      </w:r>
      <w:r w:rsidRPr="004A1F49">
        <w:rPr>
          <w:rFonts w:eastAsia="CIDFont+F2"/>
        </w:rPr>
        <w:t>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ED2771">
        <w:t>do dnia 26.12.2020 r.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176" w:rsidRDefault="00945176">
      <w:r>
        <w:separator/>
      </w:r>
    </w:p>
  </w:endnote>
  <w:endnote w:type="continuationSeparator" w:id="0">
    <w:p w:rsidR="00945176" w:rsidRDefault="0094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87F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176" w:rsidRDefault="00945176">
      <w:r>
        <w:separator/>
      </w:r>
    </w:p>
  </w:footnote>
  <w:footnote w:type="continuationSeparator" w:id="0">
    <w:p w:rsidR="00945176" w:rsidRDefault="00945176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2F54B3">
      <w:rPr>
        <w:rFonts w:ascii="Arial" w:hAnsi="Arial"/>
        <w:noProof/>
        <w:sz w:val="20"/>
        <w:szCs w:val="20"/>
      </w:rPr>
      <w:t>k sprawy: SP ZOZ NZZP II 2400/01/20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358A808A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  <w:sz w:val="22"/>
        <w:szCs w:val="22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517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5977"/>
    <w:rsid w:val="000C6703"/>
    <w:rsid w:val="000C7B3F"/>
    <w:rsid w:val="000C7F45"/>
    <w:rsid w:val="000D1746"/>
    <w:rsid w:val="000E6267"/>
    <w:rsid w:val="000E6F21"/>
    <w:rsid w:val="000F187F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1128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1F0B18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784"/>
    <w:rsid w:val="002C4A47"/>
    <w:rsid w:val="002D2E7D"/>
    <w:rsid w:val="002D559B"/>
    <w:rsid w:val="002D654A"/>
    <w:rsid w:val="002E3116"/>
    <w:rsid w:val="002E62A8"/>
    <w:rsid w:val="002F4266"/>
    <w:rsid w:val="002F54B3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0F72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1F49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4F99"/>
    <w:rsid w:val="00666E79"/>
    <w:rsid w:val="006747FC"/>
    <w:rsid w:val="0068214C"/>
    <w:rsid w:val="0068656F"/>
    <w:rsid w:val="00686838"/>
    <w:rsid w:val="006A2679"/>
    <w:rsid w:val="006A3B80"/>
    <w:rsid w:val="006B7438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4F1F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B6FC7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176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A210C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7EF1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771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355C"/>
    <w:rsid w:val="00F06677"/>
    <w:rsid w:val="00F07BA1"/>
    <w:rsid w:val="00F13AB5"/>
    <w:rsid w:val="00F172AA"/>
    <w:rsid w:val="00F25435"/>
    <w:rsid w:val="00F30BFC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1B6F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34DF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571AF-86B0-48C0-9A80-C94511378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70</TotalTime>
  <Pages>3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173</cp:revision>
  <cp:lastPrinted>2019-03-06T11:54:00Z</cp:lastPrinted>
  <dcterms:created xsi:type="dcterms:W3CDTF">2018-03-08T08:22:00Z</dcterms:created>
  <dcterms:modified xsi:type="dcterms:W3CDTF">2020-01-09T11:31:00Z</dcterms:modified>
  <cp:category/>
</cp:coreProperties>
</file>